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54302326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4000F9">
        <w:rPr>
          <w:rFonts w:ascii="Corbel" w:hAnsi="Corbel"/>
          <w:i/>
          <w:smallCaps/>
        </w:rPr>
        <w:t>2019-2022</w:t>
      </w:r>
    </w:p>
    <w:p w14:paraId="062878FE" w14:textId="76603A4E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4000F9">
        <w:rPr>
          <w:rFonts w:ascii="Corbel" w:hAnsi="Corbel"/>
          <w:sz w:val="20"/>
          <w:szCs w:val="20"/>
        </w:rPr>
        <w:t>0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4000F9">
        <w:rPr>
          <w:rFonts w:ascii="Corbel" w:hAnsi="Corbel"/>
          <w:sz w:val="20"/>
          <w:szCs w:val="20"/>
        </w:rPr>
        <w:t>1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6677B5B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16C61" w14:textId="77777777" w:rsidR="00F07088" w:rsidRDefault="00F07088" w:rsidP="00C16ABF">
      <w:r>
        <w:separator/>
      </w:r>
    </w:p>
  </w:endnote>
  <w:endnote w:type="continuationSeparator" w:id="0">
    <w:p w14:paraId="160A1FBA" w14:textId="77777777" w:rsidR="00F07088" w:rsidRDefault="00F07088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5A337" w14:textId="77777777" w:rsidR="00F07088" w:rsidRDefault="00F07088" w:rsidP="00C16ABF">
      <w:r>
        <w:separator/>
      </w:r>
    </w:p>
  </w:footnote>
  <w:footnote w:type="continuationSeparator" w:id="0">
    <w:p w14:paraId="60CF65E9" w14:textId="77777777" w:rsidR="00F07088" w:rsidRDefault="00F07088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0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88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ABB968-C6DE-407E-94DF-8B62E3CBB1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893</Words>
  <Characters>5360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2020-11-23T11:01:00Z</dcterms:created>
  <dcterms:modified xsi:type="dcterms:W3CDTF">2020-12-09T08:21:00Z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